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8380F8D-BFD4-48F9-97A2-665A248919A7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